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083E" w:rsidRPr="003A7B57" w:rsidRDefault="0097083E" w:rsidP="003A7B57">
      <w:pPr>
        <w:widowControl w:val="0"/>
        <w:shd w:val="clear" w:color="auto" w:fill="FFFFFF"/>
        <w:autoSpaceDE w:val="0"/>
        <w:autoSpaceDN w:val="0"/>
        <w:adjustRightInd w:val="0"/>
        <w:spacing w:after="0"/>
        <w:ind w:left="5387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3A7B57">
        <w:rPr>
          <w:rFonts w:ascii="Times New Roman" w:hAnsi="Times New Roman" w:cs="Times New Roman"/>
          <w:sz w:val="28"/>
          <w:szCs w:val="28"/>
          <w:lang w:val="uk-UA" w:eastAsia="uk-UA"/>
        </w:rPr>
        <w:t>Додаток 1</w:t>
      </w:r>
    </w:p>
    <w:p w:rsidR="0097083E" w:rsidRPr="003A7B57" w:rsidRDefault="0097083E" w:rsidP="003A7B57">
      <w:pPr>
        <w:widowControl w:val="0"/>
        <w:shd w:val="clear" w:color="auto" w:fill="FFFFFF"/>
        <w:autoSpaceDE w:val="0"/>
        <w:autoSpaceDN w:val="0"/>
        <w:adjustRightInd w:val="0"/>
        <w:spacing w:after="0"/>
        <w:ind w:left="5387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3A7B57">
        <w:rPr>
          <w:rFonts w:ascii="Times New Roman" w:hAnsi="Times New Roman" w:cs="Times New Roman"/>
          <w:sz w:val="28"/>
          <w:szCs w:val="28"/>
          <w:lang w:val="uk-UA" w:eastAsia="uk-UA"/>
        </w:rPr>
        <w:t>до розпорядження голови</w:t>
      </w:r>
    </w:p>
    <w:p w:rsidR="0097083E" w:rsidRPr="003A7B57" w:rsidRDefault="0097083E" w:rsidP="003A7B57">
      <w:pPr>
        <w:widowControl w:val="0"/>
        <w:shd w:val="clear" w:color="auto" w:fill="FFFFFF"/>
        <w:autoSpaceDE w:val="0"/>
        <w:autoSpaceDN w:val="0"/>
        <w:adjustRightInd w:val="0"/>
        <w:spacing w:after="0"/>
        <w:ind w:left="5387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3A7B57">
        <w:rPr>
          <w:rFonts w:ascii="Times New Roman" w:hAnsi="Times New Roman" w:cs="Times New Roman"/>
          <w:sz w:val="28"/>
          <w:szCs w:val="28"/>
          <w:lang w:val="uk-UA" w:eastAsia="uk-UA"/>
        </w:rPr>
        <w:t>обласної державної адміністрації</w:t>
      </w:r>
    </w:p>
    <w:p w:rsidR="0097083E" w:rsidRPr="003A7B57" w:rsidRDefault="0097083E" w:rsidP="003A7B57">
      <w:pPr>
        <w:widowControl w:val="0"/>
        <w:shd w:val="clear" w:color="auto" w:fill="FFFFFF"/>
        <w:tabs>
          <w:tab w:val="left" w:leader="underscore" w:pos="677"/>
          <w:tab w:val="left" w:leader="underscore" w:pos="1483"/>
          <w:tab w:val="left" w:pos="4750"/>
        </w:tabs>
        <w:autoSpaceDE w:val="0"/>
        <w:autoSpaceDN w:val="0"/>
        <w:adjustRightInd w:val="0"/>
        <w:spacing w:after="0"/>
        <w:ind w:left="5387"/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</w:pPr>
      <w:r w:rsidRPr="003A7B57">
        <w:rPr>
          <w:rFonts w:ascii="Times New Roman" w:hAnsi="Times New Roman" w:cs="Times New Roman"/>
          <w:sz w:val="28"/>
          <w:szCs w:val="28"/>
          <w:lang w:val="uk-UA" w:eastAsia="uk-UA"/>
        </w:rPr>
        <w:t>від ____________ №____________</w:t>
      </w:r>
    </w:p>
    <w:p w:rsidR="0097083E" w:rsidRPr="001408AC" w:rsidRDefault="0097083E" w:rsidP="001408AC">
      <w:pPr>
        <w:pStyle w:val="Heading3"/>
        <w:spacing w:line="36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97083E" w:rsidRPr="003A7B57" w:rsidRDefault="0097083E" w:rsidP="003A7B57">
      <w:pPr>
        <w:pStyle w:val="Heading3"/>
        <w:spacing w:line="276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3A7B57">
        <w:rPr>
          <w:rFonts w:ascii="Times New Roman" w:hAnsi="Times New Roman" w:cs="Times New Roman"/>
          <w:color w:val="000000"/>
          <w:sz w:val="28"/>
          <w:szCs w:val="28"/>
        </w:rPr>
        <w:t xml:space="preserve">СКЛАД </w:t>
      </w:r>
    </w:p>
    <w:p w:rsidR="0097083E" w:rsidRDefault="0097083E" w:rsidP="003A7B57">
      <w:pPr>
        <w:spacing w:after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3A7B57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робочих груп для перевірки стану закладів освіти у Львівській області</w:t>
      </w:r>
    </w:p>
    <w:p w:rsidR="0097083E" w:rsidRPr="003A7B57" w:rsidRDefault="0097083E" w:rsidP="003A7B57">
      <w:pPr>
        <w:spacing w:after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</w:p>
    <w:p w:rsidR="0097083E" w:rsidRDefault="0097083E" w:rsidP="00985F3B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3A7B57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Робоча група №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 </w:t>
      </w:r>
      <w:r w:rsidRPr="003A7B57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1</w:t>
      </w:r>
    </w:p>
    <w:p w:rsidR="0097083E" w:rsidRPr="00985F3B" w:rsidRDefault="0097083E" w:rsidP="00985F3B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</w:pPr>
    </w:p>
    <w:tbl>
      <w:tblPr>
        <w:tblW w:w="9853" w:type="dxa"/>
        <w:tblInd w:w="-106" w:type="dxa"/>
        <w:tblLayout w:type="fixed"/>
        <w:tblLook w:val="0000"/>
      </w:tblPr>
      <w:tblGrid>
        <w:gridCol w:w="3402"/>
        <w:gridCol w:w="426"/>
        <w:gridCol w:w="6025"/>
      </w:tblGrid>
      <w:tr w:rsidR="0097083E" w:rsidRPr="003A7B57">
        <w:tc>
          <w:tcPr>
            <w:tcW w:w="3402" w:type="dxa"/>
          </w:tcPr>
          <w:p w:rsidR="0097083E" w:rsidRPr="003A7B57" w:rsidRDefault="0097083E" w:rsidP="00985F3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A7B57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КОБИЛЕЦЬКИЙ</w:t>
            </w:r>
          </w:p>
          <w:p w:rsidR="0097083E" w:rsidRDefault="0097083E" w:rsidP="00985F3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A7B57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Олег Михайлович</w:t>
            </w:r>
          </w:p>
          <w:p w:rsidR="0097083E" w:rsidRDefault="0097083E" w:rsidP="0064243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  <w:p w:rsidR="0097083E" w:rsidRDefault="0097083E" w:rsidP="0064243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  <w:p w:rsidR="0097083E" w:rsidRPr="003A7B57" w:rsidRDefault="0097083E" w:rsidP="00985F3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A7B5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СЕНЕЧИН </w:t>
            </w:r>
          </w:p>
          <w:p w:rsidR="0097083E" w:rsidRDefault="0097083E" w:rsidP="00985F3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A7B5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Михайло Васильович</w:t>
            </w:r>
          </w:p>
          <w:p w:rsidR="0097083E" w:rsidRDefault="0097083E" w:rsidP="00985F3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97083E" w:rsidRDefault="0097083E" w:rsidP="00985F3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97083E" w:rsidRDefault="0097083E" w:rsidP="00985F3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97083E" w:rsidRDefault="0097083E" w:rsidP="00F372E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  <w:p w:rsidR="0097083E" w:rsidRPr="003A7B57" w:rsidRDefault="0097083E" w:rsidP="00F372E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A7B57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СУШКО</w:t>
            </w:r>
          </w:p>
          <w:p w:rsidR="0097083E" w:rsidRDefault="0097083E" w:rsidP="00F372E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A7B57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Петро Ярославович</w:t>
            </w:r>
          </w:p>
          <w:p w:rsidR="0097083E" w:rsidRDefault="0097083E" w:rsidP="00F372E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  <w:p w:rsidR="0097083E" w:rsidRDefault="0097083E" w:rsidP="00F372E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  <w:p w:rsidR="0097083E" w:rsidRPr="003A7B57" w:rsidRDefault="0097083E" w:rsidP="0064243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A7B57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ХАМИК</w:t>
            </w:r>
          </w:p>
          <w:p w:rsidR="0097083E" w:rsidRPr="003A7B57" w:rsidRDefault="0097083E" w:rsidP="0064243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A7B57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Андрій Іванович</w:t>
            </w:r>
          </w:p>
        </w:tc>
        <w:tc>
          <w:tcPr>
            <w:tcW w:w="426" w:type="dxa"/>
          </w:tcPr>
          <w:p w:rsidR="0097083E" w:rsidRDefault="0097083E" w:rsidP="0064243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-</w:t>
            </w:r>
          </w:p>
          <w:p w:rsidR="0097083E" w:rsidRDefault="0097083E" w:rsidP="0064243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  <w:p w:rsidR="0097083E" w:rsidRDefault="0097083E" w:rsidP="0064243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  <w:p w:rsidR="0097083E" w:rsidRDefault="0097083E" w:rsidP="0064243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  <w:p w:rsidR="0097083E" w:rsidRDefault="0097083E" w:rsidP="0064243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-</w:t>
            </w:r>
          </w:p>
          <w:p w:rsidR="0097083E" w:rsidRDefault="0097083E" w:rsidP="0064243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  <w:p w:rsidR="0097083E" w:rsidRDefault="0097083E" w:rsidP="0064243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  <w:p w:rsidR="0097083E" w:rsidRDefault="0097083E" w:rsidP="0064243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  <w:p w:rsidR="0097083E" w:rsidRDefault="0097083E" w:rsidP="0064243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  <w:p w:rsidR="0097083E" w:rsidRDefault="0097083E" w:rsidP="0064243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  <w:p w:rsidR="0097083E" w:rsidRDefault="0097083E" w:rsidP="0064243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-</w:t>
            </w:r>
          </w:p>
          <w:p w:rsidR="0097083E" w:rsidRDefault="0097083E" w:rsidP="0064243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  <w:p w:rsidR="0097083E" w:rsidRDefault="0097083E" w:rsidP="0064243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  <w:p w:rsidR="0097083E" w:rsidRDefault="0097083E" w:rsidP="0064243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  <w:p w:rsidR="0097083E" w:rsidRDefault="0097083E" w:rsidP="0064243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-</w:t>
            </w:r>
          </w:p>
          <w:p w:rsidR="0097083E" w:rsidRPr="003A7B57" w:rsidRDefault="0097083E" w:rsidP="0064243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6025" w:type="dxa"/>
          </w:tcPr>
          <w:p w:rsidR="0097083E" w:rsidRDefault="0097083E" w:rsidP="0064243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A7B57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начальник Дрогобицького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районного управління Головного управління</w:t>
            </w:r>
            <w:r w:rsidRPr="003A7B57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ДСНС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України</w:t>
            </w:r>
            <w:r w:rsidRPr="003A7B57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у Львівській області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(за згодою)</w:t>
            </w:r>
          </w:p>
          <w:p w:rsidR="0097083E" w:rsidRDefault="0097083E" w:rsidP="0064243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  <w:p w:rsidR="0097083E" w:rsidRDefault="0097083E" w:rsidP="00985F3B">
            <w:pPr>
              <w:pStyle w:val="a"/>
              <w:widowControl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A7B5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головний спеціаліст відділу безпечності харчових продуктів та ветеринарної медицини </w:t>
            </w:r>
            <w:r w:rsidRPr="00294A6F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uk-UA"/>
              </w:rPr>
              <w:t>Дрогобицького управління Головного управління</w:t>
            </w:r>
            <w:r w:rsidRPr="00C34C31">
              <w:rPr>
                <w:rFonts w:ascii="Times New Roman" w:hAnsi="Times New Roman" w:cs="Times New Roman"/>
                <w:color w:val="FF0000"/>
                <w:sz w:val="28"/>
                <w:szCs w:val="28"/>
                <w:lang w:val="uk-UA"/>
              </w:rPr>
              <w:t xml:space="preserve"> </w:t>
            </w:r>
            <w:r w:rsidRPr="003A7B5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Держпродспоживслужби у Львівській області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(за згодою)</w:t>
            </w:r>
          </w:p>
          <w:p w:rsidR="0097083E" w:rsidRDefault="0097083E" w:rsidP="00985F3B">
            <w:pPr>
              <w:pStyle w:val="a"/>
              <w:widowControl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97083E" w:rsidRDefault="0097083E" w:rsidP="00F372E0">
            <w:pPr>
              <w:pStyle w:val="a"/>
              <w:widowControl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A7B57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начальник відділу молоді, спорту та охорони здоров’я управління гуманітарної політики Дрогобицької рай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онної </w:t>
            </w:r>
            <w:r w:rsidRPr="003A7B57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держ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авної </w:t>
            </w:r>
            <w:r w:rsidRPr="003A7B57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адміністрації</w:t>
            </w:r>
          </w:p>
          <w:p w:rsidR="0097083E" w:rsidRDefault="0097083E" w:rsidP="0064243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  <w:p w:rsidR="0097083E" w:rsidRPr="003A7B57" w:rsidRDefault="0097083E" w:rsidP="0064243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A7B57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заступник начальника відділу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інституційного аудиту У</w:t>
            </w:r>
            <w:r w:rsidRPr="003A7B57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правління Державної служби якості освіти у Львівській області (за згодою)</w:t>
            </w:r>
          </w:p>
        </w:tc>
      </w:tr>
    </w:tbl>
    <w:p w:rsidR="0097083E" w:rsidRPr="003A7B57" w:rsidRDefault="0097083E" w:rsidP="00985F3B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</w:p>
    <w:p w:rsidR="0097083E" w:rsidRDefault="0097083E" w:rsidP="00985F3B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3A7B57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Робоча група №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 </w:t>
      </w:r>
      <w:r w:rsidRPr="003A7B57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2</w:t>
      </w:r>
    </w:p>
    <w:p w:rsidR="0097083E" w:rsidRPr="00985F3B" w:rsidRDefault="0097083E" w:rsidP="00985F3B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</w:pPr>
    </w:p>
    <w:tbl>
      <w:tblPr>
        <w:tblW w:w="9781" w:type="dxa"/>
        <w:tblInd w:w="-106" w:type="dxa"/>
        <w:tblLayout w:type="fixed"/>
        <w:tblLook w:val="0000"/>
      </w:tblPr>
      <w:tblGrid>
        <w:gridCol w:w="3402"/>
        <w:gridCol w:w="426"/>
        <w:gridCol w:w="5953"/>
      </w:tblGrid>
      <w:tr w:rsidR="0097083E" w:rsidRPr="003A7B57">
        <w:tc>
          <w:tcPr>
            <w:tcW w:w="3402" w:type="dxa"/>
          </w:tcPr>
          <w:p w:rsidR="0097083E" w:rsidRPr="003A7B57" w:rsidRDefault="0097083E" w:rsidP="00A605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A7B57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КОВАЛЬСЬКИЙ</w:t>
            </w:r>
          </w:p>
          <w:p w:rsidR="0097083E" w:rsidRDefault="0097083E" w:rsidP="00A605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A7B57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Андрій Ярославович</w:t>
            </w:r>
          </w:p>
          <w:p w:rsidR="0097083E" w:rsidRDefault="0097083E" w:rsidP="00A605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  <w:p w:rsidR="0097083E" w:rsidRPr="003A7B57" w:rsidRDefault="0097083E" w:rsidP="001408A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A7B57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СТЕФАНИШИН</w:t>
            </w:r>
          </w:p>
          <w:p w:rsidR="0097083E" w:rsidRDefault="0097083E" w:rsidP="001408A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A7B57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Анжела Сергіївна</w:t>
            </w:r>
          </w:p>
          <w:p w:rsidR="0097083E" w:rsidRDefault="0097083E" w:rsidP="001408A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  <w:p w:rsidR="0097083E" w:rsidRDefault="0097083E" w:rsidP="00140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97083E" w:rsidRPr="003A7B57" w:rsidRDefault="0097083E" w:rsidP="00140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A7B5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СТОЦЬКО</w:t>
            </w:r>
          </w:p>
          <w:p w:rsidR="0097083E" w:rsidRDefault="0097083E" w:rsidP="001408A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A7B5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Зоряна Богданівна</w:t>
            </w:r>
          </w:p>
          <w:p w:rsidR="0097083E" w:rsidRPr="003A7B57" w:rsidRDefault="0097083E" w:rsidP="00A605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26" w:type="dxa"/>
          </w:tcPr>
          <w:p w:rsidR="0097083E" w:rsidRDefault="0097083E" w:rsidP="00A60582">
            <w:pPr>
              <w:pStyle w:val="a"/>
              <w:widowControl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A7B57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-</w:t>
            </w:r>
          </w:p>
          <w:p w:rsidR="0097083E" w:rsidRDefault="0097083E" w:rsidP="00A60582">
            <w:pPr>
              <w:pStyle w:val="a"/>
              <w:widowControl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  <w:p w:rsidR="0097083E" w:rsidRDefault="0097083E" w:rsidP="00A60582">
            <w:pPr>
              <w:pStyle w:val="a"/>
              <w:widowControl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  <w:p w:rsidR="0097083E" w:rsidRDefault="0097083E" w:rsidP="00A60582">
            <w:pPr>
              <w:pStyle w:val="a"/>
              <w:widowControl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-</w:t>
            </w:r>
          </w:p>
          <w:p w:rsidR="0097083E" w:rsidRDefault="0097083E" w:rsidP="00A60582">
            <w:pPr>
              <w:pStyle w:val="a"/>
              <w:widowControl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  <w:p w:rsidR="0097083E" w:rsidRDefault="0097083E" w:rsidP="00A60582">
            <w:pPr>
              <w:pStyle w:val="a"/>
              <w:widowControl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  <w:p w:rsidR="0097083E" w:rsidRDefault="0097083E" w:rsidP="00A60582">
            <w:pPr>
              <w:pStyle w:val="a"/>
              <w:widowControl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  <w:p w:rsidR="0097083E" w:rsidRPr="003A7B57" w:rsidRDefault="0097083E" w:rsidP="00A60582">
            <w:pPr>
              <w:pStyle w:val="a"/>
              <w:widowControl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-</w:t>
            </w:r>
          </w:p>
        </w:tc>
        <w:tc>
          <w:tcPr>
            <w:tcW w:w="5953" w:type="dxa"/>
          </w:tcPr>
          <w:p w:rsidR="0097083E" w:rsidRDefault="0097083E" w:rsidP="001408A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A7B57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заступник голови Львівської рай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онної </w:t>
            </w:r>
            <w:r w:rsidRPr="003A7B57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держ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авної </w:t>
            </w:r>
            <w:r w:rsidRPr="003A7B57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адміністрації</w:t>
            </w:r>
          </w:p>
          <w:p w:rsidR="0097083E" w:rsidRDefault="0097083E" w:rsidP="001408A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  <w:p w:rsidR="0097083E" w:rsidRDefault="0097083E" w:rsidP="001408A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A7B57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начальн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ик відділу роботи з експертами У</w:t>
            </w:r>
            <w:r w:rsidRPr="003A7B57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правління Державної служби якості освіти у Львівській області (за згодою)</w:t>
            </w:r>
          </w:p>
          <w:p w:rsidR="0097083E" w:rsidRDefault="0097083E" w:rsidP="001408A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  <w:p w:rsidR="0097083E" w:rsidRDefault="0097083E" w:rsidP="001408A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A7B5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головний спеціал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іст відділу державного нагляду </w:t>
            </w:r>
            <w:r w:rsidRPr="003A7B5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 дотриманням санітарного законодавства </w:t>
            </w:r>
            <w:r w:rsidRPr="00913D7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uk-UA"/>
              </w:rPr>
              <w:t>Львівського управління</w:t>
            </w:r>
            <w:r w:rsidRPr="003A7B5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Головного управління Держпродспоживслужби у Львівській області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(за згодою)</w:t>
            </w:r>
          </w:p>
          <w:p w:rsidR="0097083E" w:rsidRPr="003A7B57" w:rsidRDefault="0097083E" w:rsidP="00A60582">
            <w:pPr>
              <w:pStyle w:val="a"/>
              <w:widowControl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</w:tr>
      <w:tr w:rsidR="0097083E" w:rsidRPr="003A7B57">
        <w:tc>
          <w:tcPr>
            <w:tcW w:w="3402" w:type="dxa"/>
          </w:tcPr>
          <w:p w:rsidR="0097083E" w:rsidRPr="003A7B57" w:rsidRDefault="0097083E" w:rsidP="000621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A7B57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ПЛЕКАН</w:t>
            </w:r>
          </w:p>
          <w:p w:rsidR="0097083E" w:rsidRPr="003A7B57" w:rsidRDefault="0097083E" w:rsidP="000621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A7B57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Тарас Миколайович</w:t>
            </w:r>
          </w:p>
        </w:tc>
        <w:tc>
          <w:tcPr>
            <w:tcW w:w="426" w:type="dxa"/>
          </w:tcPr>
          <w:p w:rsidR="0097083E" w:rsidRPr="003A7B57" w:rsidRDefault="0097083E" w:rsidP="0064243D">
            <w:pPr>
              <w:pStyle w:val="a"/>
              <w:widowControl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A7B57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-</w:t>
            </w:r>
          </w:p>
        </w:tc>
        <w:tc>
          <w:tcPr>
            <w:tcW w:w="5953" w:type="dxa"/>
          </w:tcPr>
          <w:p w:rsidR="0097083E" w:rsidRPr="003A7B57" w:rsidRDefault="0097083E" w:rsidP="0064243D">
            <w:pPr>
              <w:pStyle w:val="a"/>
              <w:widowControl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A7B57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провідний інспект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ор </w:t>
            </w:r>
            <w:r w:rsidRPr="00913D74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відділу Львівського району Головного управління</w:t>
            </w:r>
            <w:r w:rsidRPr="003A7B57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ДСНС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України </w:t>
            </w:r>
            <w:r w:rsidRPr="003A7B57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у Львівській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області (за згодою)</w:t>
            </w:r>
          </w:p>
        </w:tc>
      </w:tr>
    </w:tbl>
    <w:p w:rsidR="0097083E" w:rsidRPr="003A7B57" w:rsidRDefault="0097083E" w:rsidP="001408AC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</w:p>
    <w:p w:rsidR="0097083E" w:rsidRDefault="0097083E" w:rsidP="001408A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3A7B57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Робоча група №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 </w:t>
      </w:r>
      <w:r w:rsidRPr="003A7B57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3</w:t>
      </w:r>
    </w:p>
    <w:p w:rsidR="0097083E" w:rsidRPr="003A7B57" w:rsidRDefault="0097083E" w:rsidP="001408A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</w:p>
    <w:tbl>
      <w:tblPr>
        <w:tblW w:w="9781" w:type="dxa"/>
        <w:tblInd w:w="-106" w:type="dxa"/>
        <w:tblLayout w:type="fixed"/>
        <w:tblLook w:val="0000"/>
      </w:tblPr>
      <w:tblGrid>
        <w:gridCol w:w="3402"/>
        <w:gridCol w:w="426"/>
        <w:gridCol w:w="5953"/>
      </w:tblGrid>
      <w:tr w:rsidR="0097083E" w:rsidRPr="003A7B57">
        <w:tc>
          <w:tcPr>
            <w:tcW w:w="3402" w:type="dxa"/>
          </w:tcPr>
          <w:p w:rsidR="0097083E" w:rsidRPr="003A7B57" w:rsidRDefault="0097083E" w:rsidP="0064243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A7B57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БАРТОШИК</w:t>
            </w:r>
          </w:p>
          <w:p w:rsidR="0097083E" w:rsidRDefault="0097083E" w:rsidP="0064243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Володимир З</w:t>
            </w:r>
            <w:r w:rsidRPr="0067294F">
              <w:rPr>
                <w:rFonts w:ascii="Times New Roman" w:hAnsi="Times New Roman" w:cs="Times New Roman"/>
                <w:color w:val="000000"/>
                <w:sz w:val="28"/>
                <w:szCs w:val="28"/>
                <w:highlight w:val="yellow"/>
                <w:lang w:val="uk-UA"/>
              </w:rPr>
              <w:t>і</w:t>
            </w:r>
            <w:r w:rsidRPr="003A7B57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новійович</w:t>
            </w:r>
          </w:p>
          <w:p w:rsidR="0097083E" w:rsidRDefault="0097083E" w:rsidP="0064243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  <w:p w:rsidR="0097083E" w:rsidRDefault="0097083E" w:rsidP="00F27CB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  <w:p w:rsidR="0097083E" w:rsidRPr="003A7B57" w:rsidRDefault="0097083E" w:rsidP="00F27CB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A7B57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ГАМЕРНИК</w:t>
            </w:r>
          </w:p>
          <w:p w:rsidR="0097083E" w:rsidRDefault="0097083E" w:rsidP="00F27CB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A7B57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Галина Ярославівна</w:t>
            </w:r>
          </w:p>
          <w:p w:rsidR="0097083E" w:rsidRPr="003A7B57" w:rsidRDefault="0097083E" w:rsidP="0064243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26" w:type="dxa"/>
          </w:tcPr>
          <w:p w:rsidR="0097083E" w:rsidRDefault="0097083E" w:rsidP="0064243D">
            <w:pPr>
              <w:pStyle w:val="a"/>
              <w:widowControl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A7B57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-</w:t>
            </w:r>
          </w:p>
          <w:p w:rsidR="0097083E" w:rsidRDefault="0097083E" w:rsidP="0064243D">
            <w:pPr>
              <w:pStyle w:val="a"/>
              <w:widowControl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  <w:p w:rsidR="0097083E" w:rsidRDefault="0097083E" w:rsidP="0064243D">
            <w:pPr>
              <w:pStyle w:val="a"/>
              <w:widowControl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  <w:p w:rsidR="0097083E" w:rsidRDefault="0097083E" w:rsidP="0064243D">
            <w:pPr>
              <w:pStyle w:val="a"/>
              <w:widowControl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  <w:p w:rsidR="0097083E" w:rsidRPr="003A7B57" w:rsidRDefault="0097083E" w:rsidP="0064243D">
            <w:pPr>
              <w:pStyle w:val="a"/>
              <w:widowControl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-</w:t>
            </w:r>
          </w:p>
        </w:tc>
        <w:tc>
          <w:tcPr>
            <w:tcW w:w="5953" w:type="dxa"/>
          </w:tcPr>
          <w:p w:rsidR="0097083E" w:rsidRDefault="0097083E" w:rsidP="0064243D">
            <w:pPr>
              <w:pStyle w:val="a"/>
              <w:widowControl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A7B57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начальник </w:t>
            </w:r>
            <w:r w:rsidRPr="00294A6F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відділу освіти, охорони здоров’я, культури та спорту</w:t>
            </w:r>
            <w:r w:rsidRPr="003A7B57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Золочівської рай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онної </w:t>
            </w:r>
            <w:r w:rsidRPr="003A7B57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держ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авної </w:t>
            </w:r>
            <w:r w:rsidRPr="003A7B57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адміністрації </w:t>
            </w:r>
          </w:p>
          <w:p w:rsidR="0097083E" w:rsidRDefault="0097083E" w:rsidP="0064243D">
            <w:pPr>
              <w:pStyle w:val="a"/>
              <w:widowControl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  <w:p w:rsidR="0097083E" w:rsidRDefault="0097083E" w:rsidP="00F27CB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A7B57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головний спеціалі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ст відділу роботи з експертами У</w:t>
            </w:r>
            <w:r w:rsidRPr="003A7B57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правління Державної служби якості освіти у Львівській області (за згодою)</w:t>
            </w:r>
          </w:p>
          <w:p w:rsidR="0097083E" w:rsidRPr="003A7B57" w:rsidRDefault="0097083E" w:rsidP="0064243D">
            <w:pPr>
              <w:pStyle w:val="a"/>
              <w:widowControl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</w:tr>
      <w:tr w:rsidR="0097083E" w:rsidRPr="003A7B57">
        <w:tc>
          <w:tcPr>
            <w:tcW w:w="3402" w:type="dxa"/>
          </w:tcPr>
          <w:p w:rsidR="0097083E" w:rsidRPr="003A7B57" w:rsidRDefault="0097083E" w:rsidP="0064243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A7B57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ГРАБОВСЬКИЙ</w:t>
            </w:r>
          </w:p>
          <w:p w:rsidR="0097083E" w:rsidRPr="003A7B57" w:rsidRDefault="0097083E" w:rsidP="0064243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A7B57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Олег Богданович</w:t>
            </w:r>
          </w:p>
        </w:tc>
        <w:tc>
          <w:tcPr>
            <w:tcW w:w="426" w:type="dxa"/>
          </w:tcPr>
          <w:p w:rsidR="0097083E" w:rsidRPr="003A7B57" w:rsidRDefault="0097083E" w:rsidP="0064243D">
            <w:pPr>
              <w:pStyle w:val="a"/>
              <w:widowControl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A7B57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-</w:t>
            </w:r>
          </w:p>
        </w:tc>
        <w:tc>
          <w:tcPr>
            <w:tcW w:w="5953" w:type="dxa"/>
          </w:tcPr>
          <w:p w:rsidR="0097083E" w:rsidRDefault="0097083E" w:rsidP="0064243D">
            <w:pPr>
              <w:pStyle w:val="a"/>
              <w:widowControl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A7B57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головний інспектор Золоч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івського районного управління Головного управління</w:t>
            </w:r>
            <w:r w:rsidRPr="003A7B57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ДСНС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України </w:t>
            </w:r>
            <w:r w:rsidRPr="003A7B57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у Львівській області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(за згодою)</w:t>
            </w:r>
          </w:p>
          <w:p w:rsidR="0097083E" w:rsidRPr="003A7B57" w:rsidRDefault="0097083E" w:rsidP="0064243D">
            <w:pPr>
              <w:pStyle w:val="a"/>
              <w:widowControl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</w:tr>
      <w:tr w:rsidR="0097083E" w:rsidRPr="003A7B57">
        <w:tc>
          <w:tcPr>
            <w:tcW w:w="3402" w:type="dxa"/>
          </w:tcPr>
          <w:p w:rsidR="0097083E" w:rsidRPr="003A7B57" w:rsidRDefault="0097083E" w:rsidP="00A431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A7B5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КОЗАК</w:t>
            </w:r>
          </w:p>
          <w:p w:rsidR="0097083E" w:rsidRPr="003A7B57" w:rsidRDefault="0097083E" w:rsidP="00A431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A7B5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Стефан Модестович</w:t>
            </w:r>
          </w:p>
          <w:p w:rsidR="0097083E" w:rsidRPr="003A7B57" w:rsidRDefault="0097083E" w:rsidP="00A4314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26" w:type="dxa"/>
          </w:tcPr>
          <w:p w:rsidR="0097083E" w:rsidRPr="003A7B57" w:rsidRDefault="0097083E" w:rsidP="00A43149">
            <w:pPr>
              <w:pStyle w:val="a"/>
              <w:widowControl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A7B57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-</w:t>
            </w:r>
          </w:p>
        </w:tc>
        <w:tc>
          <w:tcPr>
            <w:tcW w:w="5953" w:type="dxa"/>
          </w:tcPr>
          <w:p w:rsidR="0097083E" w:rsidRPr="003A7B57" w:rsidRDefault="0097083E" w:rsidP="00FF4E48">
            <w:pPr>
              <w:pStyle w:val="a"/>
              <w:widowControl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A7B5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заступник начальника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управління – </w:t>
            </w:r>
            <w:r w:rsidRPr="003A7B5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начальник відділу безпечності харчових продуктів та ветеринарної медицини </w:t>
            </w:r>
            <w:r w:rsidRPr="00913D74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Золочівського управління Головного управління</w:t>
            </w:r>
            <w:r w:rsidRPr="003A7B5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Держпродспоживслужби у Львівській області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(за згодою)</w:t>
            </w:r>
          </w:p>
        </w:tc>
      </w:tr>
    </w:tbl>
    <w:p w:rsidR="0097083E" w:rsidRPr="00C34C31" w:rsidRDefault="0097083E" w:rsidP="00C34C31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</w:p>
    <w:p w:rsidR="0097083E" w:rsidRDefault="0097083E" w:rsidP="00C34C31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C34C31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Робоча група №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 </w:t>
      </w:r>
      <w:r w:rsidRPr="00C34C31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4</w:t>
      </w:r>
    </w:p>
    <w:p w:rsidR="0097083E" w:rsidRPr="00C34C31" w:rsidRDefault="0097083E" w:rsidP="00C34C31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</w:p>
    <w:tbl>
      <w:tblPr>
        <w:tblW w:w="9781" w:type="dxa"/>
        <w:tblInd w:w="-106" w:type="dxa"/>
        <w:tblLayout w:type="fixed"/>
        <w:tblLook w:val="0000"/>
      </w:tblPr>
      <w:tblGrid>
        <w:gridCol w:w="3402"/>
        <w:gridCol w:w="426"/>
        <w:gridCol w:w="5953"/>
      </w:tblGrid>
      <w:tr w:rsidR="0097083E" w:rsidRPr="00294A6F">
        <w:tc>
          <w:tcPr>
            <w:tcW w:w="3402" w:type="dxa"/>
          </w:tcPr>
          <w:p w:rsidR="0097083E" w:rsidRPr="00C34C31" w:rsidRDefault="0097083E" w:rsidP="00C34C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34C3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ГРИБ</w:t>
            </w:r>
          </w:p>
          <w:p w:rsidR="0097083E" w:rsidRDefault="0097083E" w:rsidP="00C34C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34C3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Віра Миколаївна</w:t>
            </w:r>
          </w:p>
          <w:p w:rsidR="0097083E" w:rsidRDefault="0097083E" w:rsidP="00C34C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97083E" w:rsidRDefault="0097083E" w:rsidP="00C34C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97083E" w:rsidRDefault="0097083E" w:rsidP="00C34C3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  <w:p w:rsidR="0097083E" w:rsidRDefault="0097083E" w:rsidP="00C34C3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  <w:p w:rsidR="0097083E" w:rsidRPr="00C34C31" w:rsidRDefault="0097083E" w:rsidP="00C34C3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C34C31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МЕЛЬНИК </w:t>
            </w:r>
          </w:p>
          <w:p w:rsidR="0097083E" w:rsidRPr="00C34C31" w:rsidRDefault="0097083E" w:rsidP="00C34C3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C34C31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Любов Ярославівна</w:t>
            </w:r>
          </w:p>
        </w:tc>
        <w:tc>
          <w:tcPr>
            <w:tcW w:w="426" w:type="dxa"/>
          </w:tcPr>
          <w:p w:rsidR="0097083E" w:rsidRDefault="0097083E" w:rsidP="00C34C3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C34C31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-</w:t>
            </w:r>
          </w:p>
          <w:p w:rsidR="0097083E" w:rsidRDefault="0097083E" w:rsidP="00C34C3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  <w:p w:rsidR="0097083E" w:rsidRDefault="0097083E" w:rsidP="00C34C3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  <w:p w:rsidR="0097083E" w:rsidRDefault="0097083E" w:rsidP="00C34C3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  <w:p w:rsidR="0097083E" w:rsidRDefault="0097083E" w:rsidP="00C34C3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  <w:p w:rsidR="0097083E" w:rsidRDefault="0097083E" w:rsidP="00C34C3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  <w:p w:rsidR="0097083E" w:rsidRPr="00C34C31" w:rsidRDefault="0097083E" w:rsidP="00C34C3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-</w:t>
            </w:r>
          </w:p>
        </w:tc>
        <w:tc>
          <w:tcPr>
            <w:tcW w:w="5953" w:type="dxa"/>
          </w:tcPr>
          <w:p w:rsidR="0097083E" w:rsidRDefault="0097083E" w:rsidP="00C34C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34C3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головний спеціаліст відділу безпечності харчових продуктів та ветеринарної медици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ни </w:t>
            </w:r>
            <w:r w:rsidRPr="00913D74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Старосамбірського управління Головного управління</w:t>
            </w:r>
            <w:r w:rsidRPr="00C34C31">
              <w:rPr>
                <w:rFonts w:ascii="Times New Roman" w:hAnsi="Times New Roman" w:cs="Times New Roman"/>
                <w:color w:val="FF0000"/>
                <w:sz w:val="28"/>
                <w:szCs w:val="28"/>
                <w:lang w:val="uk-UA"/>
              </w:rPr>
              <w:t xml:space="preserve"> </w:t>
            </w:r>
            <w:r w:rsidRPr="00C34C3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Держпродспоживслужби у Львівській області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(за згодою)</w:t>
            </w:r>
          </w:p>
          <w:p w:rsidR="0097083E" w:rsidRDefault="0097083E" w:rsidP="00C34C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  <w:p w:rsidR="0097083E" w:rsidRDefault="0097083E" w:rsidP="00C34C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C34C31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головний спеціаліст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відділу інституційного аудиту У</w:t>
            </w:r>
            <w:r w:rsidRPr="00C34C31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правління Державної служби якості освіти у Львівській області (за згодою)</w:t>
            </w:r>
          </w:p>
          <w:p w:rsidR="0097083E" w:rsidRPr="00C34C31" w:rsidRDefault="0097083E" w:rsidP="00C34C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</w:tr>
      <w:tr w:rsidR="0097083E" w:rsidRPr="00C34C31">
        <w:tc>
          <w:tcPr>
            <w:tcW w:w="3402" w:type="dxa"/>
          </w:tcPr>
          <w:p w:rsidR="0097083E" w:rsidRPr="00C34C31" w:rsidRDefault="0097083E" w:rsidP="00C34C3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C34C31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МУРАЛЬ</w:t>
            </w:r>
          </w:p>
          <w:p w:rsidR="0097083E" w:rsidRPr="00C34C31" w:rsidRDefault="0097083E" w:rsidP="00C34C3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C34C31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Михайло Мирославович</w:t>
            </w:r>
          </w:p>
        </w:tc>
        <w:tc>
          <w:tcPr>
            <w:tcW w:w="426" w:type="dxa"/>
          </w:tcPr>
          <w:p w:rsidR="0097083E" w:rsidRPr="00C34C31" w:rsidRDefault="0097083E" w:rsidP="00C34C31">
            <w:pPr>
              <w:pStyle w:val="a"/>
              <w:widowControl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C34C31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-</w:t>
            </w:r>
          </w:p>
        </w:tc>
        <w:tc>
          <w:tcPr>
            <w:tcW w:w="5953" w:type="dxa"/>
          </w:tcPr>
          <w:p w:rsidR="0097083E" w:rsidRDefault="0097083E" w:rsidP="00C34C31">
            <w:pPr>
              <w:pStyle w:val="a"/>
              <w:widowControl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C34C31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головний інспектор Самб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ірського районного управління Головного управління</w:t>
            </w:r>
            <w:r w:rsidRPr="00C34C31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ДСНС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України </w:t>
            </w:r>
            <w:r w:rsidRPr="00C34C31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у Львівській області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(за згодою)</w:t>
            </w:r>
          </w:p>
          <w:p w:rsidR="0097083E" w:rsidRPr="00C34C31" w:rsidRDefault="0097083E" w:rsidP="00C34C31">
            <w:pPr>
              <w:pStyle w:val="a"/>
              <w:widowControl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</w:tr>
      <w:tr w:rsidR="0097083E" w:rsidRPr="00294A6F">
        <w:tc>
          <w:tcPr>
            <w:tcW w:w="3402" w:type="dxa"/>
          </w:tcPr>
          <w:p w:rsidR="0097083E" w:rsidRPr="00C34C31" w:rsidRDefault="0097083E" w:rsidP="00C34C3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C34C31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ПРИПІН</w:t>
            </w:r>
          </w:p>
          <w:p w:rsidR="0097083E" w:rsidRPr="00C34C31" w:rsidRDefault="0097083E" w:rsidP="00C34C3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C34C31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Ярослав Іванович</w:t>
            </w:r>
          </w:p>
        </w:tc>
        <w:tc>
          <w:tcPr>
            <w:tcW w:w="426" w:type="dxa"/>
          </w:tcPr>
          <w:p w:rsidR="0097083E" w:rsidRPr="00C34C31" w:rsidRDefault="0097083E" w:rsidP="00C34C31">
            <w:pPr>
              <w:pStyle w:val="a"/>
              <w:widowControl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C34C31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-</w:t>
            </w:r>
          </w:p>
        </w:tc>
        <w:tc>
          <w:tcPr>
            <w:tcW w:w="5953" w:type="dxa"/>
          </w:tcPr>
          <w:p w:rsidR="0097083E" w:rsidRPr="00C34C31" w:rsidRDefault="0097083E" w:rsidP="00C34C31">
            <w:pPr>
              <w:pStyle w:val="a"/>
              <w:widowControl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C34C31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головний спеціаліст </w:t>
            </w:r>
            <w:r w:rsidRPr="00913D74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гуманітарного відділу</w:t>
            </w:r>
            <w:r w:rsidRPr="00C34C31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Самбірської рай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онної </w:t>
            </w:r>
            <w:r w:rsidRPr="00C34C31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держ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авної </w:t>
            </w:r>
            <w:r w:rsidRPr="00C34C31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адміністрації</w:t>
            </w:r>
          </w:p>
        </w:tc>
      </w:tr>
    </w:tbl>
    <w:p w:rsidR="0097083E" w:rsidRPr="00C34C31" w:rsidRDefault="0097083E" w:rsidP="00C34C31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</w:p>
    <w:p w:rsidR="0097083E" w:rsidRDefault="0097083E" w:rsidP="00C34C31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C34C31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Робоча група №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 </w:t>
      </w:r>
      <w:r w:rsidRPr="00C34C31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5</w:t>
      </w:r>
    </w:p>
    <w:p w:rsidR="0097083E" w:rsidRPr="00C34C31" w:rsidRDefault="0097083E" w:rsidP="00C34C31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</w:p>
    <w:tbl>
      <w:tblPr>
        <w:tblW w:w="9781" w:type="dxa"/>
        <w:tblInd w:w="-106" w:type="dxa"/>
        <w:tblLayout w:type="fixed"/>
        <w:tblLook w:val="0000"/>
      </w:tblPr>
      <w:tblGrid>
        <w:gridCol w:w="3402"/>
        <w:gridCol w:w="426"/>
        <w:gridCol w:w="5953"/>
      </w:tblGrid>
      <w:tr w:rsidR="0097083E" w:rsidRPr="00294A6F">
        <w:tc>
          <w:tcPr>
            <w:tcW w:w="3402" w:type="dxa"/>
          </w:tcPr>
          <w:p w:rsidR="0097083E" w:rsidRPr="00C34C31" w:rsidRDefault="0097083E" w:rsidP="00F0562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C34C31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П’ЯСЕЦЬКИЙ</w:t>
            </w:r>
          </w:p>
          <w:p w:rsidR="0097083E" w:rsidRDefault="0097083E" w:rsidP="00F0562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C34C31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Андрій Михайлович</w:t>
            </w:r>
          </w:p>
          <w:p w:rsidR="0097083E" w:rsidRDefault="0097083E" w:rsidP="00C34C3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  <w:p w:rsidR="0097083E" w:rsidRDefault="0097083E" w:rsidP="00C34C3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  <w:p w:rsidR="0097083E" w:rsidRPr="00C34C31" w:rsidRDefault="0097083E" w:rsidP="00F0562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C34C31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УРДЕЙ</w:t>
            </w:r>
          </w:p>
          <w:p w:rsidR="0097083E" w:rsidRDefault="0097083E" w:rsidP="00F0562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C34C31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Олена Іванівна</w:t>
            </w:r>
          </w:p>
          <w:p w:rsidR="0097083E" w:rsidRDefault="0097083E" w:rsidP="00F0562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  <w:p w:rsidR="0097083E" w:rsidRDefault="0097083E" w:rsidP="00F0562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  <w:p w:rsidR="0097083E" w:rsidRPr="00C34C31" w:rsidRDefault="0097083E" w:rsidP="00C34C3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C34C31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ФУРДА</w:t>
            </w:r>
          </w:p>
          <w:p w:rsidR="0097083E" w:rsidRPr="00C34C31" w:rsidRDefault="0097083E" w:rsidP="00C34C3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C34C31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Наталія Василівна</w:t>
            </w:r>
          </w:p>
        </w:tc>
        <w:tc>
          <w:tcPr>
            <w:tcW w:w="426" w:type="dxa"/>
          </w:tcPr>
          <w:p w:rsidR="0097083E" w:rsidRDefault="0097083E" w:rsidP="00C34C3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C34C31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-</w:t>
            </w:r>
          </w:p>
          <w:p w:rsidR="0097083E" w:rsidRDefault="0097083E" w:rsidP="00C34C3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  <w:p w:rsidR="0097083E" w:rsidRDefault="0097083E" w:rsidP="00C34C3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  <w:p w:rsidR="0097083E" w:rsidRDefault="0097083E" w:rsidP="00C34C3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  <w:p w:rsidR="0097083E" w:rsidRDefault="0097083E" w:rsidP="00C34C3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-</w:t>
            </w:r>
          </w:p>
          <w:p w:rsidR="0097083E" w:rsidRDefault="0097083E" w:rsidP="00C34C3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  <w:p w:rsidR="0097083E" w:rsidRDefault="0097083E" w:rsidP="00C34C3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  <w:p w:rsidR="0097083E" w:rsidRDefault="0097083E" w:rsidP="00C34C3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  <w:p w:rsidR="0097083E" w:rsidRDefault="0097083E" w:rsidP="00C34C3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-</w:t>
            </w:r>
          </w:p>
          <w:p w:rsidR="0097083E" w:rsidRDefault="0097083E" w:rsidP="00C34C3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  <w:p w:rsidR="0097083E" w:rsidRDefault="0097083E" w:rsidP="00C34C3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  <w:p w:rsidR="0097083E" w:rsidRPr="00C34C31" w:rsidRDefault="0097083E" w:rsidP="00C34C3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953" w:type="dxa"/>
          </w:tcPr>
          <w:p w:rsidR="0097083E" w:rsidRDefault="0097083E" w:rsidP="00F05622">
            <w:pPr>
              <w:pStyle w:val="a"/>
              <w:widowControl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н</w:t>
            </w:r>
            <w:r w:rsidRPr="00C34C31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ачальник Стрийськ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ого районного управління Головного управління</w:t>
            </w:r>
            <w:r w:rsidRPr="00C34C31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ДСНС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України </w:t>
            </w:r>
            <w:r w:rsidRPr="00C34C31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у Львівській області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(за згодою)</w:t>
            </w:r>
          </w:p>
          <w:p w:rsidR="0097083E" w:rsidRDefault="0097083E" w:rsidP="00F05622">
            <w:pPr>
              <w:pStyle w:val="a"/>
              <w:widowControl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  <w:p w:rsidR="0097083E" w:rsidRDefault="0097083E" w:rsidP="00F05622">
            <w:pPr>
              <w:pStyle w:val="a"/>
              <w:widowControl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C34C31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начальник відділу освіти, охорони здоров’я та спорту Стрийської рай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онної </w:t>
            </w:r>
            <w:r w:rsidRPr="00C34C31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держ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авної </w:t>
            </w:r>
            <w:r w:rsidRPr="00C34C31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адміністрації</w:t>
            </w:r>
          </w:p>
          <w:p w:rsidR="0097083E" w:rsidRDefault="0097083E" w:rsidP="00C34C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  <w:p w:rsidR="0097083E" w:rsidRDefault="0097083E" w:rsidP="00C34C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C34C31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головний спеціаліст відділу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інституційного аудиту У</w:t>
            </w:r>
            <w:r w:rsidRPr="00C34C31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правління Державної служби якості освіти у Львівській області (за згодою)</w:t>
            </w:r>
          </w:p>
          <w:p w:rsidR="0097083E" w:rsidRPr="00C34C31" w:rsidRDefault="0097083E" w:rsidP="00C34C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</w:tr>
      <w:tr w:rsidR="0097083E" w:rsidRPr="00C34C31">
        <w:tc>
          <w:tcPr>
            <w:tcW w:w="3402" w:type="dxa"/>
          </w:tcPr>
          <w:p w:rsidR="0097083E" w:rsidRPr="00C34C31" w:rsidRDefault="0097083E" w:rsidP="00C34C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34C3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ЧМЕЛИК</w:t>
            </w:r>
          </w:p>
          <w:p w:rsidR="0097083E" w:rsidRPr="00C34C31" w:rsidRDefault="0097083E" w:rsidP="00C34C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34C3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Юрій Володимирович </w:t>
            </w:r>
          </w:p>
          <w:p w:rsidR="0097083E" w:rsidRPr="00C34C31" w:rsidRDefault="0097083E" w:rsidP="00C34C3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26" w:type="dxa"/>
          </w:tcPr>
          <w:p w:rsidR="0097083E" w:rsidRPr="00C34C31" w:rsidRDefault="0097083E" w:rsidP="00C34C31">
            <w:pPr>
              <w:pStyle w:val="a"/>
              <w:widowControl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-</w:t>
            </w:r>
          </w:p>
        </w:tc>
        <w:tc>
          <w:tcPr>
            <w:tcW w:w="5953" w:type="dxa"/>
          </w:tcPr>
          <w:p w:rsidR="0097083E" w:rsidRPr="00C34C31" w:rsidRDefault="0097083E" w:rsidP="00C34C31">
            <w:pPr>
              <w:pStyle w:val="a"/>
              <w:widowControl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C34C3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начальник відділу державного нагляду за дотриманням санітарного законо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давства </w:t>
            </w:r>
            <w:r w:rsidRPr="00294A6F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Моршинського управління Головного управління</w:t>
            </w:r>
            <w:r w:rsidRPr="00C34C3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Держпродспоживслужби у Львівській області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(за згодою)</w:t>
            </w:r>
          </w:p>
        </w:tc>
      </w:tr>
    </w:tbl>
    <w:p w:rsidR="0097083E" w:rsidRPr="00C34C31" w:rsidRDefault="0097083E" w:rsidP="00C34C31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</w:p>
    <w:p w:rsidR="0097083E" w:rsidRDefault="0097083E" w:rsidP="00C34C31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C34C31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Робоча група №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 </w:t>
      </w:r>
      <w:r w:rsidRPr="00C34C31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6</w:t>
      </w:r>
    </w:p>
    <w:p w:rsidR="0097083E" w:rsidRPr="00C34C31" w:rsidRDefault="0097083E" w:rsidP="00C34C31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</w:p>
    <w:tbl>
      <w:tblPr>
        <w:tblW w:w="9781" w:type="dxa"/>
        <w:tblInd w:w="-106" w:type="dxa"/>
        <w:tblLayout w:type="fixed"/>
        <w:tblLook w:val="0000"/>
      </w:tblPr>
      <w:tblGrid>
        <w:gridCol w:w="3402"/>
        <w:gridCol w:w="426"/>
        <w:gridCol w:w="5953"/>
      </w:tblGrid>
      <w:tr w:rsidR="0097083E" w:rsidRPr="00C34C31">
        <w:tc>
          <w:tcPr>
            <w:tcW w:w="3402" w:type="dxa"/>
          </w:tcPr>
          <w:p w:rsidR="0097083E" w:rsidRPr="00C34C31" w:rsidRDefault="0097083E" w:rsidP="0042515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C34C31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АНТОНЮК</w:t>
            </w:r>
          </w:p>
          <w:p w:rsidR="0097083E" w:rsidRDefault="0097083E" w:rsidP="0042515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C34C31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Руслана Миколаївна</w:t>
            </w:r>
          </w:p>
          <w:p w:rsidR="0097083E" w:rsidRDefault="0097083E" w:rsidP="0042515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  <w:p w:rsidR="0097083E" w:rsidRDefault="0097083E" w:rsidP="0042515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  <w:p w:rsidR="0097083E" w:rsidRDefault="0097083E" w:rsidP="0042515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  <w:p w:rsidR="0097083E" w:rsidRDefault="0097083E" w:rsidP="00C34C3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  <w:p w:rsidR="0097083E" w:rsidRPr="00C34C31" w:rsidRDefault="0097083E" w:rsidP="004002B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C34C31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ВОЙТОВИЧ</w:t>
            </w:r>
          </w:p>
          <w:p w:rsidR="0097083E" w:rsidRDefault="0097083E" w:rsidP="004002B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C34C31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Роман Ярославович</w:t>
            </w:r>
          </w:p>
          <w:p w:rsidR="0097083E" w:rsidRDefault="0097083E" w:rsidP="004002B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  <w:p w:rsidR="0097083E" w:rsidRDefault="0097083E" w:rsidP="004002B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  <w:p w:rsidR="0097083E" w:rsidRDefault="0097083E" w:rsidP="00C34C3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  <w:p w:rsidR="0097083E" w:rsidRPr="00C34C31" w:rsidRDefault="0097083E" w:rsidP="00C34C3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C34C31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ГІРКОВИЙ</w:t>
            </w:r>
          </w:p>
          <w:p w:rsidR="0097083E" w:rsidRPr="00C34C31" w:rsidRDefault="0097083E" w:rsidP="00C34C3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C34C31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Ярослав Збігневич</w:t>
            </w:r>
          </w:p>
        </w:tc>
        <w:tc>
          <w:tcPr>
            <w:tcW w:w="426" w:type="dxa"/>
          </w:tcPr>
          <w:p w:rsidR="0097083E" w:rsidRDefault="0097083E" w:rsidP="00C34C3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C34C31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-</w:t>
            </w:r>
          </w:p>
          <w:p w:rsidR="0097083E" w:rsidRDefault="0097083E" w:rsidP="00C34C3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  <w:p w:rsidR="0097083E" w:rsidRDefault="0097083E" w:rsidP="00C34C3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  <w:p w:rsidR="0097083E" w:rsidRDefault="0097083E" w:rsidP="00C34C3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  <w:p w:rsidR="0097083E" w:rsidRDefault="0097083E" w:rsidP="00C34C3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  <w:p w:rsidR="0097083E" w:rsidRDefault="0097083E" w:rsidP="00C34C3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  <w:p w:rsidR="0097083E" w:rsidRDefault="0097083E" w:rsidP="00C34C3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-</w:t>
            </w:r>
          </w:p>
          <w:p w:rsidR="0097083E" w:rsidRDefault="0097083E" w:rsidP="00C34C3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  <w:p w:rsidR="0097083E" w:rsidRDefault="0097083E" w:rsidP="00C34C3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  <w:p w:rsidR="0097083E" w:rsidRDefault="0097083E" w:rsidP="00C34C3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  <w:p w:rsidR="0097083E" w:rsidRDefault="0097083E" w:rsidP="00C34C3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  <w:p w:rsidR="0097083E" w:rsidRPr="00C34C31" w:rsidRDefault="0097083E" w:rsidP="00C34C3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-</w:t>
            </w:r>
          </w:p>
        </w:tc>
        <w:tc>
          <w:tcPr>
            <w:tcW w:w="5953" w:type="dxa"/>
          </w:tcPr>
          <w:p w:rsidR="0097083E" w:rsidRDefault="0097083E" w:rsidP="00C34C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C34C31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заступник начальник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а управління – </w:t>
            </w:r>
            <w:r w:rsidRPr="00C34C31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начальник відділу освіти, культури, релігій та туризму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управління гуманітарної сфери</w:t>
            </w:r>
            <w:r w:rsidRPr="00C34C31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Червоноградської рай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онної </w:t>
            </w:r>
            <w:r w:rsidRPr="00C34C31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держ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авної </w:t>
            </w:r>
            <w:r w:rsidRPr="00C34C31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адміністрації</w:t>
            </w:r>
          </w:p>
          <w:p w:rsidR="0097083E" w:rsidRDefault="0097083E" w:rsidP="00C34C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  <w:p w:rsidR="0097083E" w:rsidRDefault="0097083E" w:rsidP="00C34C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C34C31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провідний інспектор відділу запобігання надзвичайним ситуаціям Червон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оградського районного сектору Головного управління</w:t>
            </w:r>
            <w:r w:rsidRPr="00C34C31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ДСНС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України </w:t>
            </w:r>
            <w:r w:rsidRPr="00C34C31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у Львівській області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(за згодою)</w:t>
            </w:r>
          </w:p>
          <w:p w:rsidR="0097083E" w:rsidRDefault="0097083E" w:rsidP="00C34C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  <w:p w:rsidR="0097083E" w:rsidRDefault="0097083E" w:rsidP="00C34C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C34C31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завідувач сектору право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вого забезпечення У</w:t>
            </w:r>
            <w:r w:rsidRPr="00C34C31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правління Державної служби якості освіти у Львівській області (за згодою)</w:t>
            </w:r>
          </w:p>
          <w:p w:rsidR="0097083E" w:rsidRPr="00C34C31" w:rsidRDefault="0097083E" w:rsidP="00C34C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</w:tr>
      <w:tr w:rsidR="0097083E" w:rsidRPr="00C34C31">
        <w:tc>
          <w:tcPr>
            <w:tcW w:w="3402" w:type="dxa"/>
          </w:tcPr>
          <w:p w:rsidR="0097083E" w:rsidRPr="00C34C31" w:rsidRDefault="0097083E" w:rsidP="00C34C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34C3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КОРНАЦЬКИЙ</w:t>
            </w:r>
          </w:p>
          <w:p w:rsidR="0097083E" w:rsidRPr="00C34C31" w:rsidRDefault="0097083E" w:rsidP="00C34C3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C34C3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Станіслав Вікторович</w:t>
            </w:r>
          </w:p>
        </w:tc>
        <w:tc>
          <w:tcPr>
            <w:tcW w:w="426" w:type="dxa"/>
          </w:tcPr>
          <w:p w:rsidR="0097083E" w:rsidRPr="00C34C31" w:rsidRDefault="0097083E" w:rsidP="00C34C31">
            <w:pPr>
              <w:pStyle w:val="a"/>
              <w:widowControl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C34C31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-</w:t>
            </w:r>
          </w:p>
        </w:tc>
        <w:tc>
          <w:tcPr>
            <w:tcW w:w="5953" w:type="dxa"/>
          </w:tcPr>
          <w:p w:rsidR="0097083E" w:rsidRPr="00C34C31" w:rsidRDefault="0097083E" w:rsidP="00C34C31">
            <w:pPr>
              <w:pStyle w:val="a"/>
              <w:widowControl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C34C3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головний спеці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аліст Червоноградського відділу</w:t>
            </w:r>
            <w:r w:rsidRPr="00C34C3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Головного управління Держпродспоживслужби у Львівській області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(за згодою)</w:t>
            </w:r>
          </w:p>
        </w:tc>
      </w:tr>
    </w:tbl>
    <w:p w:rsidR="0097083E" w:rsidRDefault="0097083E" w:rsidP="00C34C31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</w:p>
    <w:p w:rsidR="0097083E" w:rsidRDefault="0097083E" w:rsidP="00C34C31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</w:p>
    <w:p w:rsidR="0097083E" w:rsidRDefault="0097083E" w:rsidP="00C34C31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</w:p>
    <w:p w:rsidR="0097083E" w:rsidRPr="00C34C31" w:rsidRDefault="0097083E" w:rsidP="00C34C31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</w:p>
    <w:p w:rsidR="0097083E" w:rsidRDefault="0097083E" w:rsidP="00C34C31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C34C31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Робоча група №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 </w:t>
      </w:r>
      <w:r w:rsidRPr="00C34C31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7</w:t>
      </w:r>
    </w:p>
    <w:p w:rsidR="0097083E" w:rsidRPr="00C34C31" w:rsidRDefault="0097083E" w:rsidP="00C34C31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</w:p>
    <w:tbl>
      <w:tblPr>
        <w:tblW w:w="9781" w:type="dxa"/>
        <w:tblInd w:w="-106" w:type="dxa"/>
        <w:tblLayout w:type="fixed"/>
        <w:tblLook w:val="0000"/>
      </w:tblPr>
      <w:tblGrid>
        <w:gridCol w:w="3402"/>
        <w:gridCol w:w="426"/>
        <w:gridCol w:w="5953"/>
      </w:tblGrid>
      <w:tr w:rsidR="0097083E" w:rsidRPr="00294A6F">
        <w:tc>
          <w:tcPr>
            <w:tcW w:w="3402" w:type="dxa"/>
          </w:tcPr>
          <w:p w:rsidR="0097083E" w:rsidRPr="00C34C31" w:rsidRDefault="0097083E" w:rsidP="006646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34C3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ГАВРИЛОВА</w:t>
            </w:r>
          </w:p>
          <w:p w:rsidR="0097083E" w:rsidRDefault="0097083E" w:rsidP="006646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34C3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Леся Романівна </w:t>
            </w:r>
          </w:p>
          <w:p w:rsidR="0097083E" w:rsidRDefault="0097083E" w:rsidP="006646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97083E" w:rsidRDefault="0097083E" w:rsidP="006646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97083E" w:rsidRDefault="0097083E" w:rsidP="0066464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  <w:p w:rsidR="0097083E" w:rsidRDefault="0097083E" w:rsidP="00C34C3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  <w:p w:rsidR="0097083E" w:rsidRPr="00C34C31" w:rsidRDefault="0097083E" w:rsidP="00C34C3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C34C31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ГИШКА</w:t>
            </w:r>
          </w:p>
          <w:p w:rsidR="0097083E" w:rsidRPr="00C34C31" w:rsidRDefault="0097083E" w:rsidP="00C34C3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C34C31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Наталія Ігорівна</w:t>
            </w:r>
          </w:p>
        </w:tc>
        <w:tc>
          <w:tcPr>
            <w:tcW w:w="426" w:type="dxa"/>
          </w:tcPr>
          <w:p w:rsidR="0097083E" w:rsidRDefault="0097083E" w:rsidP="00C34C3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C34C31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-</w:t>
            </w:r>
          </w:p>
          <w:p w:rsidR="0097083E" w:rsidRDefault="0097083E" w:rsidP="00C34C3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  <w:p w:rsidR="0097083E" w:rsidRDefault="0097083E" w:rsidP="00C34C3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  <w:p w:rsidR="0097083E" w:rsidRDefault="0097083E" w:rsidP="00C34C3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  <w:p w:rsidR="0097083E" w:rsidRDefault="0097083E" w:rsidP="00C34C3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  <w:p w:rsidR="0097083E" w:rsidRDefault="0097083E" w:rsidP="00C34C3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  <w:p w:rsidR="0097083E" w:rsidRPr="00C34C31" w:rsidRDefault="0097083E" w:rsidP="00C34C3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-</w:t>
            </w:r>
          </w:p>
        </w:tc>
        <w:tc>
          <w:tcPr>
            <w:tcW w:w="5953" w:type="dxa"/>
          </w:tcPr>
          <w:p w:rsidR="0097083E" w:rsidRDefault="0097083E" w:rsidP="00C34C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34C3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головний спеціаліст відділу безпечності харчових продуктів та ветеринарної медицини </w:t>
            </w:r>
            <w:r w:rsidRPr="00913D74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Яворівського управління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C34C3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Головного управління Держпродспоживслужби у Львівській області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(за згодою)</w:t>
            </w:r>
          </w:p>
          <w:p w:rsidR="0097083E" w:rsidRDefault="0097083E" w:rsidP="00C34C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  <w:p w:rsidR="0097083E" w:rsidRDefault="0097083E" w:rsidP="00C34C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C34C31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головний спеціаліст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відділу інституційного аудиту У</w:t>
            </w:r>
            <w:r w:rsidRPr="00C34C31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правління Державної служби якості освіти у Львівській області (за згодою)</w:t>
            </w:r>
          </w:p>
          <w:p w:rsidR="0097083E" w:rsidRPr="00C34C31" w:rsidRDefault="0097083E" w:rsidP="00C34C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</w:tr>
      <w:tr w:rsidR="0097083E" w:rsidRPr="00C34C31">
        <w:tc>
          <w:tcPr>
            <w:tcW w:w="3402" w:type="dxa"/>
          </w:tcPr>
          <w:p w:rsidR="0097083E" w:rsidRPr="00C34C31" w:rsidRDefault="0097083E" w:rsidP="00C34C3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C34C31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ДЗЮНКА</w:t>
            </w:r>
          </w:p>
          <w:p w:rsidR="0097083E" w:rsidRDefault="0097083E" w:rsidP="00C34C3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C34C31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Володимир Петрович</w:t>
            </w:r>
          </w:p>
          <w:p w:rsidR="0097083E" w:rsidRPr="00C34C31" w:rsidRDefault="0097083E" w:rsidP="00C34C3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26" w:type="dxa"/>
          </w:tcPr>
          <w:p w:rsidR="0097083E" w:rsidRPr="00C34C31" w:rsidRDefault="0097083E" w:rsidP="00C34C31">
            <w:pPr>
              <w:pStyle w:val="a"/>
              <w:widowControl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C34C31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-</w:t>
            </w:r>
          </w:p>
        </w:tc>
        <w:tc>
          <w:tcPr>
            <w:tcW w:w="5953" w:type="dxa"/>
          </w:tcPr>
          <w:p w:rsidR="0097083E" w:rsidRPr="00C34C31" w:rsidRDefault="0097083E" w:rsidP="00C34C31">
            <w:pPr>
              <w:pStyle w:val="a"/>
              <w:widowControl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C34C31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заступник голови Яворівської рай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онної </w:t>
            </w:r>
            <w:r w:rsidRPr="00C34C31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держ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авної </w:t>
            </w:r>
            <w:r w:rsidRPr="00C34C31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адміністрації</w:t>
            </w:r>
          </w:p>
        </w:tc>
      </w:tr>
      <w:tr w:rsidR="0097083E" w:rsidRPr="00C34C31">
        <w:tc>
          <w:tcPr>
            <w:tcW w:w="3402" w:type="dxa"/>
          </w:tcPr>
          <w:p w:rsidR="0097083E" w:rsidRPr="00C34C31" w:rsidRDefault="0097083E" w:rsidP="00C34C3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C34C31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ФЕДЕЦЬ</w:t>
            </w:r>
          </w:p>
          <w:p w:rsidR="0097083E" w:rsidRPr="00C34C31" w:rsidRDefault="0097083E" w:rsidP="00C34C3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C34C31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Степан Степанович</w:t>
            </w:r>
          </w:p>
        </w:tc>
        <w:tc>
          <w:tcPr>
            <w:tcW w:w="426" w:type="dxa"/>
          </w:tcPr>
          <w:p w:rsidR="0097083E" w:rsidRPr="00C34C31" w:rsidRDefault="0097083E" w:rsidP="00C34C31">
            <w:pPr>
              <w:pStyle w:val="a"/>
              <w:widowControl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C34C31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-</w:t>
            </w:r>
          </w:p>
        </w:tc>
        <w:tc>
          <w:tcPr>
            <w:tcW w:w="5953" w:type="dxa"/>
          </w:tcPr>
          <w:p w:rsidR="0097083E" w:rsidRPr="00C34C31" w:rsidRDefault="0097083E" w:rsidP="00C34C31">
            <w:pPr>
              <w:pStyle w:val="a"/>
              <w:widowControl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C34C31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головний інспектор відділу профілактики Явор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івського районного управління Головного управління</w:t>
            </w:r>
            <w:r w:rsidRPr="00C34C31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ДСНС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України </w:t>
            </w:r>
            <w:r w:rsidRPr="00C34C31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у Львівській області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(за згодою)</w:t>
            </w:r>
          </w:p>
        </w:tc>
      </w:tr>
    </w:tbl>
    <w:p w:rsidR="0097083E" w:rsidRPr="003A7B57" w:rsidRDefault="0097083E" w:rsidP="00AA2EF2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</w:p>
    <w:p w:rsidR="0097083E" w:rsidRPr="003A7B57" w:rsidRDefault="0097083E" w:rsidP="00AA2EF2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3A7B57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__________________________________</w:t>
      </w:r>
    </w:p>
    <w:p w:rsidR="0097083E" w:rsidRPr="003A7B57" w:rsidRDefault="0097083E" w:rsidP="000F0EF5">
      <w:pPr>
        <w:ind w:firstLine="31"/>
        <w:jc w:val="both"/>
        <w:rPr>
          <w:color w:val="000000"/>
          <w:sz w:val="2"/>
          <w:szCs w:val="2"/>
          <w:highlight w:val="yellow"/>
          <w:lang w:val="uk-UA"/>
        </w:rPr>
      </w:pPr>
    </w:p>
    <w:p w:rsidR="0097083E" w:rsidRPr="003A7B57" w:rsidRDefault="0097083E">
      <w:pPr>
        <w:rPr>
          <w:lang w:val="uk-UA"/>
        </w:rPr>
      </w:pPr>
    </w:p>
    <w:sectPr w:rsidR="0097083E" w:rsidRPr="003A7B57" w:rsidSect="008C5263">
      <w:headerReference w:type="default" r:id="rId7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7083E" w:rsidRDefault="0097083E" w:rsidP="008C5263">
      <w:pPr>
        <w:spacing w:after="0" w:line="240" w:lineRule="auto"/>
      </w:pPr>
      <w:r>
        <w:separator/>
      </w:r>
    </w:p>
  </w:endnote>
  <w:endnote w:type="continuationSeparator" w:id="0">
    <w:p w:rsidR="0097083E" w:rsidRDefault="0097083E" w:rsidP="008C52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7083E" w:rsidRDefault="0097083E" w:rsidP="008C5263">
      <w:pPr>
        <w:spacing w:after="0" w:line="240" w:lineRule="auto"/>
      </w:pPr>
      <w:r>
        <w:separator/>
      </w:r>
    </w:p>
  </w:footnote>
  <w:footnote w:type="continuationSeparator" w:id="0">
    <w:p w:rsidR="0097083E" w:rsidRDefault="0097083E" w:rsidP="008C52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083E" w:rsidRPr="00DF35ED" w:rsidRDefault="0097083E">
    <w:pPr>
      <w:pStyle w:val="Header"/>
      <w:jc w:val="center"/>
      <w:rPr>
        <w:rFonts w:ascii="Times New Roman" w:hAnsi="Times New Roman" w:cs="Times New Roman"/>
        <w:sz w:val="26"/>
        <w:szCs w:val="26"/>
        <w:lang w:val="uk-UA"/>
      </w:rPr>
    </w:pPr>
    <w:r>
      <w:rPr>
        <w:rFonts w:ascii="Times New Roman" w:hAnsi="Times New Roman" w:cs="Times New Roman"/>
        <w:sz w:val="26"/>
        <w:szCs w:val="26"/>
        <w:lang w:val="uk-UA"/>
      </w:rPr>
      <w:t xml:space="preserve">                                                                       </w:t>
    </w:r>
    <w:r w:rsidRPr="00DF35ED">
      <w:rPr>
        <w:rFonts w:ascii="Times New Roman" w:hAnsi="Times New Roman" w:cs="Times New Roman"/>
        <w:sz w:val="26"/>
        <w:szCs w:val="26"/>
      </w:rPr>
      <w:fldChar w:fldCharType="begin"/>
    </w:r>
    <w:r w:rsidRPr="00DF35ED">
      <w:rPr>
        <w:rFonts w:ascii="Times New Roman" w:hAnsi="Times New Roman" w:cs="Times New Roman"/>
        <w:sz w:val="26"/>
        <w:szCs w:val="26"/>
      </w:rPr>
      <w:instrText xml:space="preserve"> PAGE   \* MERGEFORMAT </w:instrText>
    </w:r>
    <w:r w:rsidRPr="00DF35ED">
      <w:rPr>
        <w:rFonts w:ascii="Times New Roman" w:hAnsi="Times New Roman" w:cs="Times New Roman"/>
        <w:sz w:val="26"/>
        <w:szCs w:val="26"/>
      </w:rPr>
      <w:fldChar w:fldCharType="separate"/>
    </w:r>
    <w:r>
      <w:rPr>
        <w:rFonts w:ascii="Times New Roman" w:hAnsi="Times New Roman" w:cs="Times New Roman"/>
        <w:noProof/>
        <w:sz w:val="26"/>
        <w:szCs w:val="26"/>
      </w:rPr>
      <w:t>4</w:t>
    </w:r>
    <w:r w:rsidRPr="00DF35ED">
      <w:rPr>
        <w:rFonts w:ascii="Times New Roman" w:hAnsi="Times New Roman" w:cs="Times New Roman"/>
        <w:sz w:val="26"/>
        <w:szCs w:val="26"/>
      </w:rPr>
      <w:fldChar w:fldCharType="end"/>
    </w:r>
    <w:r w:rsidRPr="00DF35ED">
      <w:rPr>
        <w:rFonts w:ascii="Times New Roman" w:hAnsi="Times New Roman" w:cs="Times New Roman"/>
        <w:sz w:val="26"/>
        <w:szCs w:val="26"/>
        <w:lang w:val="uk-UA"/>
      </w:rPr>
      <w:t xml:space="preserve"> </w:t>
    </w:r>
    <w:r>
      <w:rPr>
        <w:rFonts w:ascii="Times New Roman" w:hAnsi="Times New Roman" w:cs="Times New Roman"/>
        <w:sz w:val="26"/>
        <w:szCs w:val="26"/>
        <w:lang w:val="uk-UA"/>
      </w:rPr>
      <w:t xml:space="preserve">                             </w:t>
    </w:r>
    <w:r w:rsidRPr="00DF35ED">
      <w:rPr>
        <w:rFonts w:ascii="Times New Roman" w:hAnsi="Times New Roman" w:cs="Times New Roman"/>
        <w:sz w:val="26"/>
        <w:szCs w:val="26"/>
        <w:lang w:val="uk-UA"/>
      </w:rPr>
      <w:t>Продовження додатка 1</w:t>
    </w:r>
  </w:p>
  <w:p w:rsidR="0097083E" w:rsidRPr="00DF35ED" w:rsidRDefault="0097083E" w:rsidP="00AC5BD1">
    <w:pPr>
      <w:pStyle w:val="Header"/>
      <w:ind w:right="360" w:firstLine="360"/>
      <w:jc w:val="center"/>
      <w:rPr>
        <w:rFonts w:ascii="Times New Roman" w:hAnsi="Times New Roman" w:cs="Times New Roman"/>
        <w:sz w:val="26"/>
        <w:szCs w:val="2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C096D"/>
    <w:multiLevelType w:val="hybridMultilevel"/>
    <w:tmpl w:val="121036FE"/>
    <w:lvl w:ilvl="0" w:tplc="93C8EE6A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1772371B"/>
    <w:multiLevelType w:val="hybridMultilevel"/>
    <w:tmpl w:val="6636A540"/>
    <w:lvl w:ilvl="0" w:tplc="21DE8BF2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57B6380F"/>
    <w:multiLevelType w:val="hybridMultilevel"/>
    <w:tmpl w:val="87D43F34"/>
    <w:lvl w:ilvl="0" w:tplc="93C8EE6A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C07CD"/>
    <w:rsid w:val="000062AF"/>
    <w:rsid w:val="000147FB"/>
    <w:rsid w:val="000254A3"/>
    <w:rsid w:val="000320BB"/>
    <w:rsid w:val="00062196"/>
    <w:rsid w:val="00064518"/>
    <w:rsid w:val="00066020"/>
    <w:rsid w:val="00080C15"/>
    <w:rsid w:val="00083557"/>
    <w:rsid w:val="000A5AA4"/>
    <w:rsid w:val="000D12B5"/>
    <w:rsid w:val="000D709B"/>
    <w:rsid w:val="000E0037"/>
    <w:rsid w:val="000E07FA"/>
    <w:rsid w:val="000E0A8D"/>
    <w:rsid w:val="000F0EF5"/>
    <w:rsid w:val="000F37E4"/>
    <w:rsid w:val="00113226"/>
    <w:rsid w:val="00126A1D"/>
    <w:rsid w:val="001408AC"/>
    <w:rsid w:val="00143F4F"/>
    <w:rsid w:val="001745B6"/>
    <w:rsid w:val="001A73C6"/>
    <w:rsid w:val="001B46EC"/>
    <w:rsid w:val="001C047A"/>
    <w:rsid w:val="001C5588"/>
    <w:rsid w:val="001D3E3C"/>
    <w:rsid w:val="00206804"/>
    <w:rsid w:val="00225967"/>
    <w:rsid w:val="00250463"/>
    <w:rsid w:val="00252A2A"/>
    <w:rsid w:val="00294A6F"/>
    <w:rsid w:val="002C47FE"/>
    <w:rsid w:val="002D2B5B"/>
    <w:rsid w:val="002D5428"/>
    <w:rsid w:val="002E02A9"/>
    <w:rsid w:val="002F092D"/>
    <w:rsid w:val="003106AD"/>
    <w:rsid w:val="00342D51"/>
    <w:rsid w:val="00354BE4"/>
    <w:rsid w:val="00355B61"/>
    <w:rsid w:val="0035768C"/>
    <w:rsid w:val="003600EE"/>
    <w:rsid w:val="003609B4"/>
    <w:rsid w:val="00362961"/>
    <w:rsid w:val="00372F55"/>
    <w:rsid w:val="00377EFB"/>
    <w:rsid w:val="0038524F"/>
    <w:rsid w:val="003A539D"/>
    <w:rsid w:val="003A5795"/>
    <w:rsid w:val="003A7B57"/>
    <w:rsid w:val="003B3C6D"/>
    <w:rsid w:val="003D1065"/>
    <w:rsid w:val="003E3B33"/>
    <w:rsid w:val="003F166F"/>
    <w:rsid w:val="003F4623"/>
    <w:rsid w:val="004002B7"/>
    <w:rsid w:val="00402250"/>
    <w:rsid w:val="00412D76"/>
    <w:rsid w:val="00414EB2"/>
    <w:rsid w:val="0042515E"/>
    <w:rsid w:val="004346EE"/>
    <w:rsid w:val="00446014"/>
    <w:rsid w:val="004506D0"/>
    <w:rsid w:val="00477272"/>
    <w:rsid w:val="004853EB"/>
    <w:rsid w:val="004901F8"/>
    <w:rsid w:val="004A2BB5"/>
    <w:rsid w:val="004A2FE0"/>
    <w:rsid w:val="004B6ED6"/>
    <w:rsid w:val="004E055D"/>
    <w:rsid w:val="00500F6A"/>
    <w:rsid w:val="00503DFA"/>
    <w:rsid w:val="00515826"/>
    <w:rsid w:val="0053160A"/>
    <w:rsid w:val="0055470B"/>
    <w:rsid w:val="00557899"/>
    <w:rsid w:val="00581D08"/>
    <w:rsid w:val="005B7E62"/>
    <w:rsid w:val="005C4D47"/>
    <w:rsid w:val="005C6541"/>
    <w:rsid w:val="005E1D82"/>
    <w:rsid w:val="006020C1"/>
    <w:rsid w:val="00611800"/>
    <w:rsid w:val="006141FD"/>
    <w:rsid w:val="0064243D"/>
    <w:rsid w:val="00654B5B"/>
    <w:rsid w:val="00662D4C"/>
    <w:rsid w:val="00664641"/>
    <w:rsid w:val="006671D9"/>
    <w:rsid w:val="0067294F"/>
    <w:rsid w:val="00697278"/>
    <w:rsid w:val="006B290F"/>
    <w:rsid w:val="006C3982"/>
    <w:rsid w:val="006C4F3B"/>
    <w:rsid w:val="006C7F2D"/>
    <w:rsid w:val="006D60C7"/>
    <w:rsid w:val="006E1AB4"/>
    <w:rsid w:val="00705440"/>
    <w:rsid w:val="00712B4B"/>
    <w:rsid w:val="00730948"/>
    <w:rsid w:val="0073159B"/>
    <w:rsid w:val="00734D57"/>
    <w:rsid w:val="007423CC"/>
    <w:rsid w:val="0074280E"/>
    <w:rsid w:val="00756B47"/>
    <w:rsid w:val="007654F9"/>
    <w:rsid w:val="00797609"/>
    <w:rsid w:val="007D0AFF"/>
    <w:rsid w:val="007E0496"/>
    <w:rsid w:val="007F5404"/>
    <w:rsid w:val="007F758B"/>
    <w:rsid w:val="00802135"/>
    <w:rsid w:val="00810200"/>
    <w:rsid w:val="00825B70"/>
    <w:rsid w:val="008323A2"/>
    <w:rsid w:val="00847B86"/>
    <w:rsid w:val="008511EC"/>
    <w:rsid w:val="00851E15"/>
    <w:rsid w:val="00855D02"/>
    <w:rsid w:val="00865920"/>
    <w:rsid w:val="008907EF"/>
    <w:rsid w:val="008C3458"/>
    <w:rsid w:val="008C5263"/>
    <w:rsid w:val="008D2A84"/>
    <w:rsid w:val="008E2ACF"/>
    <w:rsid w:val="008E44A2"/>
    <w:rsid w:val="008F2B22"/>
    <w:rsid w:val="0090383E"/>
    <w:rsid w:val="00913D74"/>
    <w:rsid w:val="00936E6D"/>
    <w:rsid w:val="009521C4"/>
    <w:rsid w:val="00961D29"/>
    <w:rsid w:val="009667EF"/>
    <w:rsid w:val="0097083E"/>
    <w:rsid w:val="00975052"/>
    <w:rsid w:val="00981A79"/>
    <w:rsid w:val="00985F3B"/>
    <w:rsid w:val="009934BA"/>
    <w:rsid w:val="009C643C"/>
    <w:rsid w:val="009E040A"/>
    <w:rsid w:val="009E2297"/>
    <w:rsid w:val="009F1A85"/>
    <w:rsid w:val="009F1E37"/>
    <w:rsid w:val="00A042B7"/>
    <w:rsid w:val="00A418E7"/>
    <w:rsid w:val="00A43149"/>
    <w:rsid w:val="00A60582"/>
    <w:rsid w:val="00A72BD1"/>
    <w:rsid w:val="00A80735"/>
    <w:rsid w:val="00A953E4"/>
    <w:rsid w:val="00AA2EF2"/>
    <w:rsid w:val="00AC5BD1"/>
    <w:rsid w:val="00AD2494"/>
    <w:rsid w:val="00B311E5"/>
    <w:rsid w:val="00B45948"/>
    <w:rsid w:val="00B45EF3"/>
    <w:rsid w:val="00B930B3"/>
    <w:rsid w:val="00B97B7E"/>
    <w:rsid w:val="00BB0B9D"/>
    <w:rsid w:val="00BC78C3"/>
    <w:rsid w:val="00BF62D4"/>
    <w:rsid w:val="00BF7CFE"/>
    <w:rsid w:val="00C0706F"/>
    <w:rsid w:val="00C17892"/>
    <w:rsid w:val="00C34C31"/>
    <w:rsid w:val="00C40D83"/>
    <w:rsid w:val="00C607C4"/>
    <w:rsid w:val="00C6173A"/>
    <w:rsid w:val="00C83228"/>
    <w:rsid w:val="00CA4525"/>
    <w:rsid w:val="00CB25AC"/>
    <w:rsid w:val="00CB31BE"/>
    <w:rsid w:val="00CC1B22"/>
    <w:rsid w:val="00CC426F"/>
    <w:rsid w:val="00CC6AE0"/>
    <w:rsid w:val="00CD0506"/>
    <w:rsid w:val="00CD4D91"/>
    <w:rsid w:val="00CD537B"/>
    <w:rsid w:val="00CE736C"/>
    <w:rsid w:val="00D00766"/>
    <w:rsid w:val="00D01BB5"/>
    <w:rsid w:val="00D12912"/>
    <w:rsid w:val="00D224B7"/>
    <w:rsid w:val="00D3457D"/>
    <w:rsid w:val="00D36945"/>
    <w:rsid w:val="00D40268"/>
    <w:rsid w:val="00D64CD9"/>
    <w:rsid w:val="00D724F4"/>
    <w:rsid w:val="00D72AA8"/>
    <w:rsid w:val="00D76E39"/>
    <w:rsid w:val="00D972F6"/>
    <w:rsid w:val="00DA161C"/>
    <w:rsid w:val="00DA6749"/>
    <w:rsid w:val="00DD011E"/>
    <w:rsid w:val="00DF35ED"/>
    <w:rsid w:val="00DF46C2"/>
    <w:rsid w:val="00DF5384"/>
    <w:rsid w:val="00E02DC5"/>
    <w:rsid w:val="00E05787"/>
    <w:rsid w:val="00E06BAF"/>
    <w:rsid w:val="00E20744"/>
    <w:rsid w:val="00E20B4D"/>
    <w:rsid w:val="00E353CC"/>
    <w:rsid w:val="00E70BAB"/>
    <w:rsid w:val="00E807F2"/>
    <w:rsid w:val="00E81830"/>
    <w:rsid w:val="00EA6715"/>
    <w:rsid w:val="00EC6FDC"/>
    <w:rsid w:val="00ED04CC"/>
    <w:rsid w:val="00F03572"/>
    <w:rsid w:val="00F05622"/>
    <w:rsid w:val="00F27CB6"/>
    <w:rsid w:val="00F34370"/>
    <w:rsid w:val="00F372E0"/>
    <w:rsid w:val="00F43797"/>
    <w:rsid w:val="00F43FFF"/>
    <w:rsid w:val="00FC07CD"/>
    <w:rsid w:val="00FE1191"/>
    <w:rsid w:val="00FE13C1"/>
    <w:rsid w:val="00FF051D"/>
    <w:rsid w:val="00FF4E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07CD"/>
    <w:pPr>
      <w:spacing w:after="200" w:line="276" w:lineRule="auto"/>
    </w:pPr>
    <w:rPr>
      <w:rFonts w:cs="Calibri"/>
      <w:lang w:val="ru-RU" w:eastAsia="en-US"/>
    </w:rPr>
  </w:style>
  <w:style w:type="paragraph" w:styleId="Heading3">
    <w:name w:val="heading 3"/>
    <w:basedOn w:val="Normal"/>
    <w:next w:val="Normal"/>
    <w:link w:val="Heading3Char"/>
    <w:uiPriority w:val="99"/>
    <w:qFormat/>
    <w:locked/>
    <w:rsid w:val="000F0EF5"/>
    <w:pPr>
      <w:keepNext/>
      <w:spacing w:after="0" w:line="240" w:lineRule="auto"/>
      <w:jc w:val="center"/>
      <w:outlineLvl w:val="2"/>
    </w:pPr>
    <w:rPr>
      <w:b/>
      <w:bCs/>
      <w:sz w:val="32"/>
      <w:szCs w:val="32"/>
      <w:lang w:val="uk-UA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7D0AFF"/>
    <w:rPr>
      <w:rFonts w:ascii="Cambria" w:hAnsi="Cambria" w:cs="Cambria"/>
      <w:b/>
      <w:bCs/>
      <w:sz w:val="26"/>
      <w:szCs w:val="26"/>
      <w:lang w:val="ru-RU" w:eastAsia="en-US"/>
    </w:rPr>
  </w:style>
  <w:style w:type="table" w:styleId="TableGrid">
    <w:name w:val="Table Grid"/>
    <w:basedOn w:val="TableNormal"/>
    <w:uiPriority w:val="99"/>
    <w:rsid w:val="00FC07CD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FC07CD"/>
    <w:pPr>
      <w:ind w:left="720"/>
    </w:pPr>
  </w:style>
  <w:style w:type="paragraph" w:styleId="Header">
    <w:name w:val="header"/>
    <w:basedOn w:val="Normal"/>
    <w:link w:val="HeaderChar"/>
    <w:uiPriority w:val="99"/>
    <w:rsid w:val="008C52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8C5263"/>
  </w:style>
  <w:style w:type="paragraph" w:styleId="Footer">
    <w:name w:val="footer"/>
    <w:basedOn w:val="Normal"/>
    <w:link w:val="FooterChar"/>
    <w:uiPriority w:val="99"/>
    <w:rsid w:val="008C52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8C5263"/>
  </w:style>
  <w:style w:type="paragraph" w:styleId="BalloonText">
    <w:name w:val="Balloon Text"/>
    <w:basedOn w:val="Normal"/>
    <w:link w:val="BalloonTextChar"/>
    <w:uiPriority w:val="99"/>
    <w:semiHidden/>
    <w:rsid w:val="008C52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C5263"/>
    <w:rPr>
      <w:rFonts w:ascii="Tahoma" w:hAnsi="Tahoma" w:cs="Tahoma"/>
      <w:sz w:val="16"/>
      <w:szCs w:val="16"/>
    </w:rPr>
  </w:style>
  <w:style w:type="paragraph" w:customStyle="1" w:styleId="a">
    <w:name w:val="Îáû÷íûé"/>
    <w:uiPriority w:val="99"/>
    <w:rsid w:val="000F0EF5"/>
    <w:pPr>
      <w:widowControl w:val="0"/>
      <w:jc w:val="both"/>
    </w:pPr>
    <w:rPr>
      <w:rFonts w:cs="Calibri"/>
      <w:sz w:val="26"/>
      <w:szCs w:val="26"/>
      <w:lang w:val="ru-RU" w:eastAsia="ru-RU"/>
    </w:rPr>
  </w:style>
  <w:style w:type="character" w:styleId="PageNumber">
    <w:name w:val="page number"/>
    <w:basedOn w:val="DefaultParagraphFont"/>
    <w:uiPriority w:val="99"/>
    <w:rsid w:val="00AC5BD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</TotalTime>
  <Pages>4</Pages>
  <Words>3163</Words>
  <Characters>1803</Characters>
  <Application>Microsoft Office Outlook</Application>
  <DocSecurity>0</DocSecurity>
  <Lines>0</Lines>
  <Paragraphs>0</Paragraphs>
  <ScaleCrop>false</ScaleCrop>
  <Company>Krokoz™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Shevchenko D</dc:creator>
  <cp:keywords/>
  <dc:description/>
  <cp:lastModifiedBy>user92</cp:lastModifiedBy>
  <cp:revision>4</cp:revision>
  <cp:lastPrinted>2021-05-13T14:21:00Z</cp:lastPrinted>
  <dcterms:created xsi:type="dcterms:W3CDTF">2021-07-29T08:42:00Z</dcterms:created>
  <dcterms:modified xsi:type="dcterms:W3CDTF">2021-07-29T11:05:00Z</dcterms:modified>
</cp:coreProperties>
</file>